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6D" w:rsidRPr="007C6B7C" w:rsidRDefault="00874F6D" w:rsidP="007C6B7C">
      <w:pPr>
        <w:spacing w:after="120" w:line="500" w:lineRule="exact"/>
        <w:jc w:val="center"/>
        <w:rPr>
          <w:rFonts w:ascii="宋体"/>
          <w:b/>
          <w:sz w:val="36"/>
          <w:szCs w:val="36"/>
        </w:rPr>
      </w:pPr>
      <w:r w:rsidRPr="007C6B7C">
        <w:rPr>
          <w:rFonts w:ascii="宋体" w:hAnsi="宋体" w:hint="eastAsia"/>
          <w:b/>
          <w:sz w:val="36"/>
          <w:szCs w:val="36"/>
        </w:rPr>
        <w:t>中</w:t>
      </w:r>
      <w:r>
        <w:rPr>
          <w:rFonts w:ascii="宋体" w:hAnsi="宋体" w:hint="eastAsia"/>
          <w:b/>
          <w:sz w:val="36"/>
          <w:szCs w:val="36"/>
        </w:rPr>
        <w:t>国</w:t>
      </w:r>
      <w:r w:rsidRPr="007C6B7C">
        <w:rPr>
          <w:rFonts w:ascii="宋体" w:hAnsi="宋体" w:hint="eastAsia"/>
          <w:b/>
          <w:sz w:val="36"/>
          <w:szCs w:val="36"/>
        </w:rPr>
        <w:t>科</w:t>
      </w:r>
      <w:r>
        <w:rPr>
          <w:rFonts w:ascii="宋体" w:hAnsi="宋体" w:hint="eastAsia"/>
          <w:b/>
          <w:sz w:val="36"/>
          <w:szCs w:val="36"/>
        </w:rPr>
        <w:t>学</w:t>
      </w:r>
      <w:r w:rsidRPr="007C6B7C">
        <w:rPr>
          <w:rFonts w:ascii="宋体" w:hAnsi="宋体" w:hint="eastAsia"/>
          <w:b/>
          <w:sz w:val="36"/>
          <w:szCs w:val="36"/>
        </w:rPr>
        <w:t>院天津工业生物技术研究</w:t>
      </w:r>
      <w:r>
        <w:rPr>
          <w:rFonts w:ascii="宋体" w:hAnsi="宋体" w:hint="eastAsia"/>
          <w:b/>
          <w:sz w:val="36"/>
          <w:szCs w:val="36"/>
        </w:rPr>
        <w:t>所</w:t>
      </w:r>
    </w:p>
    <w:p w:rsidR="00874F6D" w:rsidRDefault="00874F6D" w:rsidP="007C6B7C">
      <w:pPr>
        <w:spacing w:after="120" w:line="500" w:lineRule="exact"/>
        <w:jc w:val="center"/>
        <w:rPr>
          <w:rFonts w:ascii="宋体"/>
          <w:b/>
          <w:sz w:val="36"/>
          <w:szCs w:val="36"/>
        </w:rPr>
      </w:pPr>
      <w:r w:rsidRPr="007C6B7C">
        <w:rPr>
          <w:rFonts w:ascii="宋体" w:hAnsi="宋体" w:hint="eastAsia"/>
          <w:b/>
          <w:sz w:val="36"/>
          <w:szCs w:val="36"/>
        </w:rPr>
        <w:t>岗位</w:t>
      </w:r>
      <w:r>
        <w:rPr>
          <w:rFonts w:ascii="宋体" w:hAnsi="宋体" w:hint="eastAsia"/>
          <w:b/>
          <w:sz w:val="36"/>
          <w:szCs w:val="36"/>
        </w:rPr>
        <w:t>竞</w:t>
      </w:r>
      <w:r w:rsidRPr="007C6B7C">
        <w:rPr>
          <w:rFonts w:ascii="宋体" w:hAnsi="宋体" w:hint="eastAsia"/>
          <w:b/>
          <w:sz w:val="36"/>
          <w:szCs w:val="36"/>
        </w:rPr>
        <w:t>聘申请表</w:t>
      </w:r>
    </w:p>
    <w:tbl>
      <w:tblPr>
        <w:tblW w:w="103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359"/>
        <w:gridCol w:w="821"/>
        <w:gridCol w:w="670"/>
        <w:gridCol w:w="58"/>
        <w:gridCol w:w="1456"/>
        <w:gridCol w:w="549"/>
        <w:gridCol w:w="332"/>
        <w:gridCol w:w="214"/>
        <w:gridCol w:w="204"/>
        <w:gridCol w:w="194"/>
        <w:gridCol w:w="49"/>
        <w:gridCol w:w="372"/>
        <w:gridCol w:w="31"/>
        <w:gridCol w:w="244"/>
        <w:gridCol w:w="36"/>
        <w:gridCol w:w="261"/>
        <w:gridCol w:w="175"/>
        <w:gridCol w:w="317"/>
        <w:gridCol w:w="60"/>
        <w:gridCol w:w="789"/>
        <w:gridCol w:w="349"/>
        <w:gridCol w:w="86"/>
        <w:gridCol w:w="1005"/>
        <w:gridCol w:w="6"/>
        <w:gridCol w:w="447"/>
        <w:gridCol w:w="408"/>
        <w:gridCol w:w="829"/>
      </w:tblGrid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 w:val="restart"/>
            <w:vAlign w:val="center"/>
          </w:tcPr>
          <w:p w:rsidR="00874F6D" w:rsidRPr="00926074" w:rsidRDefault="00874F6D" w:rsidP="00B036DC">
            <w:pPr>
              <w:ind w:right="113"/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基本信息</w:t>
            </w: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姓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514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性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187" w:type="dxa"/>
            <w:gridSpan w:val="7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  <w:tc>
          <w:tcPr>
            <w:tcW w:w="1690" w:type="dxa"/>
            <w:gridSpan w:val="4"/>
            <w:vMerge w:val="restart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/>
                <w:szCs w:val="21"/>
              </w:rPr>
              <w:t>1</w:t>
            </w:r>
            <w:r w:rsidRPr="00926074">
              <w:rPr>
                <w:rFonts w:ascii="宋体" w:hAnsi="宋体" w:hint="eastAsia"/>
                <w:szCs w:val="21"/>
              </w:rPr>
              <w:t>寸免冠照片</w:t>
            </w: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民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514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籍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187" w:type="dxa"/>
            <w:gridSpan w:val="7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40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90" w:type="dxa"/>
            <w:gridSpan w:val="4"/>
            <w:vMerge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身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高</w:t>
            </w:r>
          </w:p>
        </w:tc>
        <w:tc>
          <w:tcPr>
            <w:tcW w:w="1514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/>
                <w:szCs w:val="21"/>
              </w:rPr>
              <w:t xml:space="preserve">   cm</w:t>
            </w:r>
          </w:p>
        </w:tc>
        <w:tc>
          <w:tcPr>
            <w:tcW w:w="1299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体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重</w:t>
            </w:r>
          </w:p>
        </w:tc>
        <w:tc>
          <w:tcPr>
            <w:tcW w:w="1187" w:type="dxa"/>
            <w:gridSpan w:val="7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/>
                <w:szCs w:val="21"/>
              </w:rPr>
              <w:t xml:space="preserve">  Kg</w:t>
            </w:r>
          </w:p>
        </w:tc>
        <w:tc>
          <w:tcPr>
            <w:tcW w:w="1341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440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90" w:type="dxa"/>
            <w:gridSpan w:val="4"/>
            <w:vMerge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514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99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187" w:type="dxa"/>
            <w:gridSpan w:val="7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41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宗教信仰</w:t>
            </w:r>
          </w:p>
        </w:tc>
        <w:tc>
          <w:tcPr>
            <w:tcW w:w="1440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90" w:type="dxa"/>
            <w:gridSpan w:val="4"/>
            <w:vMerge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383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6781" w:type="dxa"/>
            <w:gridSpan w:val="20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90" w:type="dxa"/>
            <w:gridSpan w:val="4"/>
            <w:vMerge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专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2609" w:type="dxa"/>
            <w:gridSpan w:val="5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0" w:type="dxa"/>
            <w:gridSpan w:val="7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4732" w:type="dxa"/>
            <w:gridSpan w:val="1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609" w:type="dxa"/>
            <w:gridSpan w:val="5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  <w:tc>
          <w:tcPr>
            <w:tcW w:w="1130" w:type="dxa"/>
            <w:gridSpan w:val="7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所在院系</w:t>
            </w:r>
          </w:p>
        </w:tc>
        <w:tc>
          <w:tcPr>
            <w:tcW w:w="1951" w:type="dxa"/>
            <w:gridSpan w:val="6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7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684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月</w:t>
            </w: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外语语种</w:t>
            </w:r>
          </w:p>
        </w:tc>
        <w:tc>
          <w:tcPr>
            <w:tcW w:w="1514" w:type="dxa"/>
            <w:gridSpan w:val="2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  <w:tc>
          <w:tcPr>
            <w:tcW w:w="1542" w:type="dxa"/>
            <w:gridSpan w:val="6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外语等级</w:t>
            </w:r>
          </w:p>
        </w:tc>
        <w:tc>
          <w:tcPr>
            <w:tcW w:w="1119" w:type="dxa"/>
            <w:gridSpan w:val="6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计算机等级</w:t>
            </w:r>
          </w:p>
        </w:tc>
        <w:tc>
          <w:tcPr>
            <w:tcW w:w="2781" w:type="dxa"/>
            <w:gridSpan w:val="6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工作年限</w:t>
            </w:r>
          </w:p>
        </w:tc>
        <w:tc>
          <w:tcPr>
            <w:tcW w:w="1514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42" w:type="dxa"/>
            <w:gridSpan w:val="6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634" w:type="dxa"/>
            <w:gridSpan w:val="10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现任职务</w:t>
            </w:r>
          </w:p>
        </w:tc>
        <w:tc>
          <w:tcPr>
            <w:tcW w:w="1690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目前收入</w:t>
            </w:r>
          </w:p>
        </w:tc>
        <w:tc>
          <w:tcPr>
            <w:tcW w:w="1514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42" w:type="dxa"/>
            <w:gridSpan w:val="6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预期到岗时间</w:t>
            </w:r>
          </w:p>
        </w:tc>
        <w:tc>
          <w:tcPr>
            <w:tcW w:w="2634" w:type="dxa"/>
            <w:gridSpan w:val="10"/>
            <w:vAlign w:val="center"/>
          </w:tcPr>
          <w:p w:rsidR="00874F6D" w:rsidRPr="00926074" w:rsidRDefault="00874F6D" w:rsidP="00926074">
            <w:pPr>
              <w:ind w:firstLineChars="300" w:firstLine="630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</w:t>
            </w:r>
            <w:r w:rsidRPr="00926074">
              <w:rPr>
                <w:rFonts w:ascii="宋体" w:hAnsi="宋体"/>
                <w:szCs w:val="21"/>
              </w:rPr>
              <w:t xml:space="preserve">    </w:t>
            </w:r>
            <w:r w:rsidRPr="00926074"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10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期望月薪</w:t>
            </w:r>
          </w:p>
        </w:tc>
        <w:tc>
          <w:tcPr>
            <w:tcW w:w="1690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4175" w:type="dxa"/>
            <w:gridSpan w:val="1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邮</w:t>
            </w:r>
            <w:r w:rsidRPr="00926074">
              <w:rPr>
                <w:rFonts w:ascii="宋体" w:hAnsi="宋体"/>
                <w:szCs w:val="21"/>
              </w:rPr>
              <w:t xml:space="preserve">  </w:t>
            </w:r>
            <w:r w:rsidRPr="00926074">
              <w:rPr>
                <w:rFonts w:ascii="宋体" w:hAnsi="宋体" w:hint="eastAsia"/>
                <w:szCs w:val="21"/>
              </w:rPr>
              <w:t>编</w:t>
            </w:r>
          </w:p>
        </w:tc>
        <w:tc>
          <w:tcPr>
            <w:tcW w:w="2781" w:type="dxa"/>
            <w:gridSpan w:val="6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412"/>
          <w:jc w:val="center"/>
        </w:trPr>
        <w:tc>
          <w:tcPr>
            <w:tcW w:w="359" w:type="dxa"/>
            <w:vMerge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rPr>
                <w:rFonts w:ascii="宋体"/>
                <w:szCs w:val="21"/>
              </w:rPr>
            </w:pPr>
          </w:p>
        </w:tc>
        <w:tc>
          <w:tcPr>
            <w:tcW w:w="1491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4175" w:type="dxa"/>
            <w:gridSpan w:val="1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15" w:type="dxa"/>
            <w:gridSpan w:val="4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/>
                <w:szCs w:val="21"/>
              </w:rPr>
              <w:t>E-mail</w:t>
            </w:r>
          </w:p>
        </w:tc>
        <w:tc>
          <w:tcPr>
            <w:tcW w:w="2781" w:type="dxa"/>
            <w:gridSpan w:val="6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2708"/>
          <w:jc w:val="center"/>
        </w:trPr>
        <w:tc>
          <w:tcPr>
            <w:tcW w:w="359" w:type="dxa"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9962" w:type="dxa"/>
            <w:gridSpan w:val="26"/>
          </w:tcPr>
          <w:p w:rsidR="00874F6D" w:rsidRPr="00926074" w:rsidRDefault="00874F6D" w:rsidP="00216093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（从</w:t>
            </w:r>
            <w:r>
              <w:rPr>
                <w:rFonts w:ascii="宋体" w:hAnsi="宋体" w:hint="eastAsia"/>
                <w:szCs w:val="21"/>
              </w:rPr>
              <w:t>大学</w:t>
            </w:r>
            <w:r w:rsidRPr="00926074">
              <w:rPr>
                <w:rFonts w:ascii="宋体" w:hAnsi="宋体" w:hint="eastAsia"/>
                <w:szCs w:val="21"/>
              </w:rPr>
              <w:t>开始，包括时间、所在学校、专业、毕业论文题目、指导教师等）</w:t>
            </w:r>
          </w:p>
          <w:p w:rsidR="00874F6D" w:rsidRPr="00926074" w:rsidRDefault="00874F6D" w:rsidP="00216093">
            <w:pPr>
              <w:rPr>
                <w:rFonts w:ascii="宋体"/>
                <w:szCs w:val="21"/>
              </w:rPr>
            </w:pPr>
          </w:p>
          <w:p w:rsidR="00874F6D" w:rsidRPr="00926074" w:rsidRDefault="00874F6D" w:rsidP="00216093">
            <w:pPr>
              <w:rPr>
                <w:rFonts w:ascii="宋体"/>
                <w:szCs w:val="21"/>
              </w:rPr>
            </w:pPr>
          </w:p>
          <w:p w:rsidR="00874F6D" w:rsidRPr="00926074" w:rsidRDefault="00874F6D" w:rsidP="00216093">
            <w:pPr>
              <w:rPr>
                <w:rFonts w:ascii="宋体"/>
                <w:szCs w:val="21"/>
              </w:rPr>
            </w:pPr>
          </w:p>
          <w:p w:rsidR="00874F6D" w:rsidRPr="00926074" w:rsidRDefault="00874F6D" w:rsidP="00216093">
            <w:pPr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310"/>
          <w:jc w:val="center"/>
        </w:trPr>
        <w:tc>
          <w:tcPr>
            <w:tcW w:w="359" w:type="dxa"/>
            <w:vMerge w:val="restart"/>
            <w:textDirection w:val="tbRlV"/>
            <w:vAlign w:val="center"/>
          </w:tcPr>
          <w:p w:rsidR="00874F6D" w:rsidRPr="00926074" w:rsidRDefault="00874F6D" w:rsidP="006B0405">
            <w:pPr>
              <w:ind w:left="113" w:right="113"/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工作经历</w:t>
            </w:r>
            <w:r w:rsidRPr="00926074">
              <w:rPr>
                <w:rFonts w:ascii="宋体" w:hAnsi="宋体"/>
                <w:szCs w:val="21"/>
              </w:rPr>
              <w:t>(</w:t>
            </w:r>
            <w:r w:rsidRPr="00926074">
              <w:rPr>
                <w:rFonts w:ascii="宋体" w:hAnsi="宋体" w:hint="eastAsia"/>
                <w:szCs w:val="21"/>
              </w:rPr>
              <w:t>社会实践</w:t>
            </w:r>
            <w:r w:rsidRPr="00926074"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1549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时间（年、月）</w:t>
            </w:r>
          </w:p>
        </w:tc>
        <w:tc>
          <w:tcPr>
            <w:tcW w:w="2337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b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064" w:type="dxa"/>
            <w:gridSpan w:val="6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2317" w:type="dxa"/>
            <w:gridSpan w:val="9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b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工作内容</w:t>
            </w:r>
          </w:p>
        </w:tc>
        <w:tc>
          <w:tcPr>
            <w:tcW w:w="1458" w:type="dxa"/>
            <w:gridSpan w:val="3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237" w:type="dxa"/>
            <w:gridSpan w:val="2"/>
            <w:vAlign w:val="center"/>
          </w:tcPr>
          <w:p w:rsidR="00874F6D" w:rsidRPr="00926074" w:rsidRDefault="00874F6D" w:rsidP="00B036DC">
            <w:pPr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职称</w:t>
            </w:r>
          </w:p>
        </w:tc>
      </w:tr>
      <w:tr w:rsidR="00874F6D" w:rsidRPr="00926074">
        <w:trPr>
          <w:cantSplit/>
          <w:trHeight w:val="3426"/>
          <w:jc w:val="center"/>
        </w:trPr>
        <w:tc>
          <w:tcPr>
            <w:tcW w:w="359" w:type="dxa"/>
            <w:vMerge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  <w:tc>
          <w:tcPr>
            <w:tcW w:w="2337" w:type="dxa"/>
            <w:gridSpan w:val="3"/>
            <w:vAlign w:val="center"/>
          </w:tcPr>
          <w:p w:rsidR="00874F6D" w:rsidRPr="00926074" w:rsidRDefault="00874F6D" w:rsidP="002625CB">
            <w:pPr>
              <w:rPr>
                <w:rFonts w:ascii="宋体"/>
                <w:szCs w:val="21"/>
              </w:rPr>
            </w:pPr>
          </w:p>
        </w:tc>
        <w:tc>
          <w:tcPr>
            <w:tcW w:w="1064" w:type="dxa"/>
            <w:gridSpan w:val="6"/>
            <w:vAlign w:val="center"/>
          </w:tcPr>
          <w:p w:rsidR="00874F6D" w:rsidRPr="00926074" w:rsidRDefault="00874F6D" w:rsidP="002625CB">
            <w:pPr>
              <w:rPr>
                <w:rFonts w:ascii="宋体"/>
                <w:szCs w:val="21"/>
              </w:rPr>
            </w:pPr>
          </w:p>
        </w:tc>
        <w:tc>
          <w:tcPr>
            <w:tcW w:w="2317" w:type="dxa"/>
            <w:gridSpan w:val="9"/>
            <w:vAlign w:val="center"/>
          </w:tcPr>
          <w:p w:rsidR="00874F6D" w:rsidRPr="00926074" w:rsidRDefault="00874F6D" w:rsidP="002625CB">
            <w:pPr>
              <w:rPr>
                <w:rFonts w:ascii="宋体"/>
                <w:szCs w:val="21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874F6D" w:rsidRPr="00926074" w:rsidRDefault="00874F6D" w:rsidP="002625CB">
            <w:pPr>
              <w:rPr>
                <w:rFonts w:ascii="宋体"/>
                <w:szCs w:val="21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874F6D" w:rsidRPr="00926074" w:rsidRDefault="00874F6D" w:rsidP="002625CB">
            <w:pPr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930"/>
          <w:jc w:val="center"/>
        </w:trPr>
        <w:tc>
          <w:tcPr>
            <w:tcW w:w="359" w:type="dxa"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获奖情况</w:t>
            </w:r>
          </w:p>
        </w:tc>
        <w:tc>
          <w:tcPr>
            <w:tcW w:w="9962" w:type="dxa"/>
            <w:gridSpan w:val="26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（奖励名称、等级、个人排名、获奖年度）</w:t>
            </w:r>
          </w:p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1085"/>
          <w:jc w:val="center"/>
        </w:trPr>
        <w:tc>
          <w:tcPr>
            <w:tcW w:w="359" w:type="dxa"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工作业绩</w:t>
            </w:r>
          </w:p>
        </w:tc>
        <w:tc>
          <w:tcPr>
            <w:tcW w:w="9962" w:type="dxa"/>
            <w:gridSpan w:val="26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Pr="00926074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Pr="00926074" w:rsidRDefault="00874F6D" w:rsidP="00B036DC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293"/>
          <w:jc w:val="center"/>
        </w:trPr>
        <w:tc>
          <w:tcPr>
            <w:tcW w:w="359" w:type="dxa"/>
            <w:vMerge w:val="restart"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家庭情况</w:t>
            </w:r>
          </w:p>
        </w:tc>
        <w:tc>
          <w:tcPr>
            <w:tcW w:w="3554" w:type="dxa"/>
            <w:gridSpan w:val="5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父母</w:t>
            </w:r>
          </w:p>
        </w:tc>
        <w:tc>
          <w:tcPr>
            <w:tcW w:w="4718" w:type="dxa"/>
            <w:gridSpan w:val="17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配偶</w:t>
            </w:r>
          </w:p>
        </w:tc>
        <w:tc>
          <w:tcPr>
            <w:tcW w:w="1690" w:type="dxa"/>
            <w:gridSpan w:val="4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子女</w:t>
            </w:r>
          </w:p>
        </w:tc>
      </w:tr>
      <w:tr w:rsidR="00874F6D" w:rsidRPr="00926074">
        <w:trPr>
          <w:cantSplit/>
          <w:trHeight w:val="326"/>
          <w:jc w:val="center"/>
        </w:trPr>
        <w:tc>
          <w:tcPr>
            <w:tcW w:w="359" w:type="dxa"/>
            <w:vMerge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49" w:type="dxa"/>
            <w:gridSpan w:val="3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住址</w:t>
            </w:r>
          </w:p>
        </w:tc>
        <w:tc>
          <w:tcPr>
            <w:tcW w:w="2005" w:type="dxa"/>
            <w:gridSpan w:val="2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944" w:type="dxa"/>
            <w:gridSpan w:val="4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696" w:type="dxa"/>
            <w:gridSpan w:val="4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849" w:type="dxa"/>
            <w:gridSpan w:val="5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229" w:type="dxa"/>
            <w:gridSpan w:val="4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861" w:type="dxa"/>
            <w:gridSpan w:val="3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829" w:type="dxa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年龄</w:t>
            </w:r>
          </w:p>
        </w:tc>
      </w:tr>
      <w:tr w:rsidR="00874F6D" w:rsidRPr="00926074">
        <w:trPr>
          <w:cantSplit/>
          <w:trHeight w:val="1843"/>
          <w:jc w:val="center"/>
        </w:trPr>
        <w:tc>
          <w:tcPr>
            <w:tcW w:w="359" w:type="dxa"/>
            <w:vMerge/>
            <w:textDirection w:val="tbRlV"/>
            <w:vAlign w:val="center"/>
          </w:tcPr>
          <w:p w:rsidR="00874F6D" w:rsidRPr="0092607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554" w:type="dxa"/>
            <w:gridSpan w:val="5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</w:p>
        </w:tc>
        <w:tc>
          <w:tcPr>
            <w:tcW w:w="4718" w:type="dxa"/>
            <w:gridSpan w:val="17"/>
            <w:vAlign w:val="center"/>
          </w:tcPr>
          <w:p w:rsidR="00874F6D" w:rsidRPr="00926074" w:rsidRDefault="00874F6D" w:rsidP="00B036DC">
            <w:pPr>
              <w:tabs>
                <w:tab w:val="left" w:pos="0"/>
              </w:tabs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90" w:type="dxa"/>
            <w:gridSpan w:val="4"/>
            <w:vAlign w:val="center"/>
          </w:tcPr>
          <w:p w:rsidR="00874F6D" w:rsidRPr="00926074" w:rsidRDefault="00874F6D" w:rsidP="006E29A5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</w:tc>
      </w:tr>
      <w:tr w:rsidR="00874F6D" w:rsidRPr="00926074" w:rsidTr="002625CB">
        <w:trPr>
          <w:cantSplit/>
          <w:trHeight w:val="2122"/>
          <w:jc w:val="center"/>
        </w:trPr>
        <w:tc>
          <w:tcPr>
            <w:tcW w:w="359" w:type="dxa"/>
            <w:textDirection w:val="tbRlV"/>
            <w:vAlign w:val="center"/>
          </w:tcPr>
          <w:p w:rsidR="00874F6D" w:rsidRPr="00E91584" w:rsidRDefault="00874F6D" w:rsidP="00B036DC">
            <w:pPr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今后工作设想</w:t>
            </w:r>
          </w:p>
        </w:tc>
        <w:tc>
          <w:tcPr>
            <w:tcW w:w="9962" w:type="dxa"/>
            <w:gridSpan w:val="26"/>
          </w:tcPr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  <w:p w:rsidR="00874F6D" w:rsidRPr="00926074" w:rsidRDefault="00874F6D" w:rsidP="00E91584">
            <w:pPr>
              <w:tabs>
                <w:tab w:val="left" w:pos="0"/>
              </w:tabs>
              <w:rPr>
                <w:rFonts w:ascii="宋体"/>
                <w:szCs w:val="21"/>
              </w:rPr>
            </w:pPr>
          </w:p>
        </w:tc>
      </w:tr>
      <w:tr w:rsidR="00874F6D" w:rsidRPr="00926074">
        <w:trPr>
          <w:cantSplit/>
          <w:trHeight w:val="641"/>
          <w:jc w:val="center"/>
        </w:trPr>
        <w:tc>
          <w:tcPr>
            <w:tcW w:w="1180" w:type="dxa"/>
            <w:gridSpan w:val="2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应聘</w:t>
            </w:r>
            <w:r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4098" w:type="dxa"/>
            <w:gridSpan w:val="10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  <w:tc>
          <w:tcPr>
            <w:tcW w:w="1064" w:type="dxa"/>
            <w:gridSpan w:val="6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  <w:r w:rsidRPr="00926074">
              <w:rPr>
                <w:rFonts w:ascii="宋体" w:hAnsi="宋体" w:hint="eastAsia"/>
                <w:szCs w:val="21"/>
              </w:rPr>
              <w:t>应聘岗位</w:t>
            </w:r>
          </w:p>
        </w:tc>
        <w:tc>
          <w:tcPr>
            <w:tcW w:w="3979" w:type="dxa"/>
            <w:gridSpan w:val="9"/>
            <w:vAlign w:val="center"/>
          </w:tcPr>
          <w:p w:rsidR="00874F6D" w:rsidRPr="00926074" w:rsidRDefault="00874F6D" w:rsidP="00B036DC">
            <w:pPr>
              <w:rPr>
                <w:rFonts w:ascii="宋体"/>
                <w:szCs w:val="21"/>
              </w:rPr>
            </w:pPr>
          </w:p>
        </w:tc>
      </w:tr>
    </w:tbl>
    <w:p w:rsidR="00874F6D" w:rsidRDefault="00874F6D" w:rsidP="004A4AC5">
      <w:pPr>
        <w:jc w:val="left"/>
      </w:pPr>
      <w:r>
        <w:rPr>
          <w:rFonts w:hint="eastAsia"/>
        </w:rPr>
        <w:t>★本人承诺以上情况真实无误，如有虚假，本人愿意承担一切后果。</w:t>
      </w:r>
    </w:p>
    <w:p w:rsidR="00874F6D" w:rsidRPr="00E91584" w:rsidRDefault="00874F6D" w:rsidP="004A4AC5">
      <w:pPr>
        <w:jc w:val="left"/>
      </w:pPr>
      <w:r>
        <w:rPr>
          <w:rFonts w:hint="eastAsia"/>
        </w:rPr>
        <w:t>申请人签名：</w:t>
      </w:r>
      <w:r>
        <w:t xml:space="preserve">                                          </w:t>
      </w:r>
      <w:r>
        <w:rPr>
          <w:rFonts w:hint="eastAsia"/>
        </w:rPr>
        <w:t>填表日期：</w:t>
      </w:r>
      <w:r>
        <w:t xml:space="preserve">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sectPr w:rsidR="00874F6D" w:rsidRPr="00E91584" w:rsidSect="00786C49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F6D" w:rsidRDefault="00874F6D">
      <w:r>
        <w:separator/>
      </w:r>
    </w:p>
  </w:endnote>
  <w:endnote w:type="continuationSeparator" w:id="0">
    <w:p w:rsidR="00874F6D" w:rsidRDefault="00874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D" w:rsidRDefault="00874F6D" w:rsidP="001C62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4F6D" w:rsidRDefault="00874F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6D" w:rsidRDefault="00874F6D" w:rsidP="001C62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74F6D" w:rsidRDefault="00874F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F6D" w:rsidRDefault="00874F6D">
      <w:r>
        <w:separator/>
      </w:r>
    </w:p>
  </w:footnote>
  <w:footnote w:type="continuationSeparator" w:id="0">
    <w:p w:rsidR="00874F6D" w:rsidRDefault="00874F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B5C"/>
    <w:rsid w:val="000B6144"/>
    <w:rsid w:val="00106BB4"/>
    <w:rsid w:val="00110EA5"/>
    <w:rsid w:val="001C6287"/>
    <w:rsid w:val="00215F51"/>
    <w:rsid w:val="00216093"/>
    <w:rsid w:val="002625CB"/>
    <w:rsid w:val="00262B61"/>
    <w:rsid w:val="00271513"/>
    <w:rsid w:val="002F17AE"/>
    <w:rsid w:val="002F1E1F"/>
    <w:rsid w:val="00354FC6"/>
    <w:rsid w:val="00383AC6"/>
    <w:rsid w:val="004A4AC5"/>
    <w:rsid w:val="00692CF7"/>
    <w:rsid w:val="006B0405"/>
    <w:rsid w:val="006E29A5"/>
    <w:rsid w:val="0070753D"/>
    <w:rsid w:val="00786C49"/>
    <w:rsid w:val="007C6B7C"/>
    <w:rsid w:val="00874F6D"/>
    <w:rsid w:val="008935FA"/>
    <w:rsid w:val="008E3100"/>
    <w:rsid w:val="00926074"/>
    <w:rsid w:val="0098134E"/>
    <w:rsid w:val="009B06D6"/>
    <w:rsid w:val="009D7D67"/>
    <w:rsid w:val="009E0C1B"/>
    <w:rsid w:val="009F0DB6"/>
    <w:rsid w:val="00AD3CDC"/>
    <w:rsid w:val="00AD6227"/>
    <w:rsid w:val="00AE38AB"/>
    <w:rsid w:val="00B036DC"/>
    <w:rsid w:val="00B81A13"/>
    <w:rsid w:val="00BE2ECD"/>
    <w:rsid w:val="00C23B5C"/>
    <w:rsid w:val="00C33A01"/>
    <w:rsid w:val="00CB1C71"/>
    <w:rsid w:val="00CC2E89"/>
    <w:rsid w:val="00CC3E83"/>
    <w:rsid w:val="00D17807"/>
    <w:rsid w:val="00D50EF4"/>
    <w:rsid w:val="00D53CCF"/>
    <w:rsid w:val="00DA602A"/>
    <w:rsid w:val="00E47B79"/>
    <w:rsid w:val="00E91584"/>
    <w:rsid w:val="00F12689"/>
    <w:rsid w:val="00F96867"/>
    <w:rsid w:val="00FD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C4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B1C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51AB2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CB1C71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F96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6867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89</Words>
  <Characters>512</Characters>
  <Application>Microsoft Office Outlook</Application>
  <DocSecurity>0</DocSecurity>
  <Lines>0</Lines>
  <Paragraphs>0</Paragraphs>
  <ScaleCrop>false</ScaleCrop>
  <Company>cashq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中国科学院机关岗位竞聘申请表</dc:title>
  <dc:subject/>
  <dc:creator>yy</dc:creator>
  <cp:keywords/>
  <dc:description/>
  <cp:lastModifiedBy>unknown</cp:lastModifiedBy>
  <cp:revision>2</cp:revision>
  <cp:lastPrinted>2014-04-09T07:16:00Z</cp:lastPrinted>
  <dcterms:created xsi:type="dcterms:W3CDTF">2014-04-09T07:19:00Z</dcterms:created>
  <dcterms:modified xsi:type="dcterms:W3CDTF">2014-04-09T07:19:00Z</dcterms:modified>
</cp:coreProperties>
</file>